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5642B8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5642B8" w:rsidP="00C73215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3215">
              <w:rPr>
                <w:rFonts w:ascii="Arial" w:hAnsi="Arial" w:cs="Arial"/>
                <w:sz w:val="18"/>
                <w:szCs w:val="18"/>
              </w:rPr>
              <w:t>62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5642B8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</w:t>
            </w:r>
            <w:proofErr w:type="spellStart"/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Dept</w:t>
            </w:r>
            <w:proofErr w:type="spellEnd"/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5642B8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73215">
              <w:rPr>
                <w:rFonts w:ascii="Arial" w:hAnsi="Arial" w:cs="Arial"/>
                <w:noProof/>
                <w:sz w:val="18"/>
                <w:szCs w:val="18"/>
              </w:rPr>
              <w:t>Monday, 20 July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5642B8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C73215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yo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male presenting with left sided facial droop and numbness with slurred speech. Lasted 1 hour and then resolved. No focal neurological deficit. 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EB5322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4070350</wp:posOffset>
                      </wp:positionH>
                      <wp:positionV relativeFrom="paragraph">
                        <wp:posOffset>1529080</wp:posOffset>
                      </wp:positionV>
                      <wp:extent cx="107315" cy="966470"/>
                      <wp:effectExtent l="18415" t="64770" r="17145" b="35560"/>
                      <wp:wrapNone/>
                      <wp:docPr id="51" name="Freeform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315" cy="966470"/>
                              </a:xfrm>
                              <a:custGeom>
                                <a:avLst/>
                                <a:gdLst>
                                  <a:gd name="T0" fmla="*/ 157 w 169"/>
                                  <a:gd name="T1" fmla="*/ 0 h 1522"/>
                                  <a:gd name="T2" fmla="*/ 88 w 169"/>
                                  <a:gd name="T3" fmla="*/ 426 h 1522"/>
                                  <a:gd name="T4" fmla="*/ 0 w 169"/>
                                  <a:gd name="T5" fmla="*/ 733 h 1522"/>
                                  <a:gd name="T6" fmla="*/ 32 w 169"/>
                                  <a:gd name="T7" fmla="*/ 1046 h 1522"/>
                                  <a:gd name="T8" fmla="*/ 19 w 169"/>
                                  <a:gd name="T9" fmla="*/ 1290 h 1522"/>
                                  <a:gd name="T10" fmla="*/ 69 w 169"/>
                                  <a:gd name="T11" fmla="*/ 1522 h 1522"/>
                                  <a:gd name="T12" fmla="*/ 144 w 169"/>
                                  <a:gd name="T13" fmla="*/ 1058 h 1522"/>
                                  <a:gd name="T14" fmla="*/ 169 w 169"/>
                                  <a:gd name="T15" fmla="*/ 608 h 1522"/>
                                  <a:gd name="T16" fmla="*/ 157 w 169"/>
                                  <a:gd name="T17" fmla="*/ 0 h 15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69" h="1522">
                                    <a:moveTo>
                                      <a:pt x="157" y="0"/>
                                    </a:moveTo>
                                    <a:lnTo>
                                      <a:pt x="88" y="426"/>
                                    </a:lnTo>
                                    <a:lnTo>
                                      <a:pt x="0" y="733"/>
                                    </a:lnTo>
                                    <a:lnTo>
                                      <a:pt x="32" y="1046"/>
                                    </a:lnTo>
                                    <a:lnTo>
                                      <a:pt x="19" y="1290"/>
                                    </a:lnTo>
                                    <a:lnTo>
                                      <a:pt x="69" y="1522"/>
                                    </a:lnTo>
                                    <a:lnTo>
                                      <a:pt x="144" y="1058"/>
                                    </a:lnTo>
                                    <a:lnTo>
                                      <a:pt x="169" y="608"/>
                                    </a:lnTo>
                                    <a:lnTo>
                                      <a:pt x="15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106F4B" id="Freeform 492" o:spid="_x0000_s1026" style="position:absolute;margin-left:320.5pt;margin-top:120.4pt;width:8.45pt;height:76.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9,1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" path="m157,l88,426,,733r32,313l19,1290r50,232l144,1058,169,608,157,xe" fillcolor="silver">
                      <v:path arrowok="t" o:connecttype="custom" o:connectlocs="99695,0;55880,270510;0,465455;20320,664210;12065,819150;43815,966470;91440,671830;107315,386080;99695,0" o:connectangles="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3935095</wp:posOffset>
                      </wp:positionH>
                      <wp:positionV relativeFrom="paragraph">
                        <wp:posOffset>2583180</wp:posOffset>
                      </wp:positionV>
                      <wp:extent cx="155575" cy="739140"/>
                      <wp:effectExtent l="6985" t="13970" r="8890" b="56515"/>
                      <wp:wrapNone/>
                      <wp:docPr id="50" name="Freeform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5575" cy="739140"/>
                              </a:xfrm>
                              <a:custGeom>
                                <a:avLst/>
                                <a:gdLst>
                                  <a:gd name="T0" fmla="*/ 245 w 245"/>
                                  <a:gd name="T1" fmla="*/ 0 h 1164"/>
                                  <a:gd name="T2" fmla="*/ 113 w 245"/>
                                  <a:gd name="T3" fmla="*/ 381 h 1164"/>
                                  <a:gd name="T4" fmla="*/ 0 w 245"/>
                                  <a:gd name="T5" fmla="*/ 851 h 1164"/>
                                  <a:gd name="T6" fmla="*/ 0 w 245"/>
                                  <a:gd name="T7" fmla="*/ 1164 h 1164"/>
                                  <a:gd name="T8" fmla="*/ 226 w 245"/>
                                  <a:gd name="T9" fmla="*/ 68 h 11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45" h="1164">
                                    <a:moveTo>
                                      <a:pt x="245" y="0"/>
                                    </a:moveTo>
                                    <a:lnTo>
                                      <a:pt x="113" y="381"/>
                                    </a:lnTo>
                                    <a:lnTo>
                                      <a:pt x="0" y="851"/>
                                    </a:lnTo>
                                    <a:lnTo>
                                      <a:pt x="0" y="1164"/>
                                    </a:lnTo>
                                    <a:lnTo>
                                      <a:pt x="226" y="68"/>
                                    </a:lnTo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3F49823B" id="Freeform 491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22.1pt,203.4pt,315.5pt,222.45pt,309.85pt,245.95pt,309.85pt,261.6pt,321.15pt,206.8pt" coordsize="245,1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" fillcolor="silver">
                      <v:path arrowok="t" o:connecttype="custom" o:connectlocs="155575,0;71755,241935;0,540385;0,739140;143510,43180" o:connectangles="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1939925</wp:posOffset>
                      </wp:positionH>
                      <wp:positionV relativeFrom="paragraph">
                        <wp:posOffset>1640840</wp:posOffset>
                      </wp:positionV>
                      <wp:extent cx="150495" cy="898525"/>
                      <wp:effectExtent l="12065" t="33655" r="18415" b="58420"/>
                      <wp:wrapNone/>
                      <wp:docPr id="49" name="Freeform 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0495" cy="898525"/>
                              </a:xfrm>
                              <a:custGeom>
                                <a:avLst/>
                                <a:gdLst>
                                  <a:gd name="T0" fmla="*/ 68 w 237"/>
                                  <a:gd name="T1" fmla="*/ 0 h 1415"/>
                                  <a:gd name="T2" fmla="*/ 144 w 237"/>
                                  <a:gd name="T3" fmla="*/ 300 h 1415"/>
                                  <a:gd name="T4" fmla="*/ 181 w 237"/>
                                  <a:gd name="T5" fmla="*/ 701 h 1415"/>
                                  <a:gd name="T6" fmla="*/ 212 w 237"/>
                                  <a:gd name="T7" fmla="*/ 1108 h 1415"/>
                                  <a:gd name="T8" fmla="*/ 237 w 237"/>
                                  <a:gd name="T9" fmla="*/ 1415 h 1415"/>
                                  <a:gd name="T10" fmla="*/ 0 w 237"/>
                                  <a:gd name="T11" fmla="*/ 588 h 1415"/>
                                  <a:gd name="T12" fmla="*/ 12 w 237"/>
                                  <a:gd name="T13" fmla="*/ 306 h 1415"/>
                                  <a:gd name="T14" fmla="*/ 68 w 237"/>
                                  <a:gd name="T15" fmla="*/ 0 h 14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37" h="1415">
                                    <a:moveTo>
                                      <a:pt x="68" y="0"/>
                                    </a:moveTo>
                                    <a:lnTo>
                                      <a:pt x="144" y="300"/>
                                    </a:lnTo>
                                    <a:lnTo>
                                      <a:pt x="181" y="701"/>
                                    </a:lnTo>
                                    <a:lnTo>
                                      <a:pt x="212" y="1108"/>
                                    </a:lnTo>
                                    <a:lnTo>
                                      <a:pt x="237" y="1415"/>
                                    </a:lnTo>
                                    <a:lnTo>
                                      <a:pt x="0" y="588"/>
                                    </a:lnTo>
                                    <a:lnTo>
                                      <a:pt x="12" y="306"/>
                                    </a:lnTo>
                                    <a:lnTo>
                                      <a:pt x="6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CF2705" id="Freeform 490" o:spid="_x0000_s1026" style="position:absolute;margin-left:152.75pt;margin-top:129.2pt;width:11.85pt;height:70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7,1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" path="m68,r76,300l181,701r31,407l237,1415,,588,12,306,68,xe" fillcolor="silver">
                      <v:path arrowok="t" o:connecttype="custom" o:connectlocs="43180,0;91440,190500;114935,445135;134620,703580;150495,898525;0,373380;7620,194310;43180,0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2404745</wp:posOffset>
                      </wp:positionH>
                      <wp:positionV relativeFrom="paragraph">
                        <wp:posOffset>2626360</wp:posOffset>
                      </wp:positionV>
                      <wp:extent cx="207010" cy="747395"/>
                      <wp:effectExtent l="10160" t="9525" r="40005" b="5080"/>
                      <wp:wrapNone/>
                      <wp:docPr id="48" name="Freeform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7010" cy="747395"/>
                              </a:xfrm>
                              <a:custGeom>
                                <a:avLst/>
                                <a:gdLst>
                                  <a:gd name="T0" fmla="*/ 13 w 326"/>
                                  <a:gd name="T1" fmla="*/ 19 h 1177"/>
                                  <a:gd name="T2" fmla="*/ 6 w 326"/>
                                  <a:gd name="T3" fmla="*/ 395 h 1177"/>
                                  <a:gd name="T4" fmla="*/ 38 w 326"/>
                                  <a:gd name="T5" fmla="*/ 601 h 1177"/>
                                  <a:gd name="T6" fmla="*/ 163 w 326"/>
                                  <a:gd name="T7" fmla="*/ 758 h 1177"/>
                                  <a:gd name="T8" fmla="*/ 326 w 326"/>
                                  <a:gd name="T9" fmla="*/ 1177 h 1177"/>
                                  <a:gd name="T10" fmla="*/ 0 w 326"/>
                                  <a:gd name="T11" fmla="*/ 0 h 11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326" h="1177">
                                    <a:moveTo>
                                      <a:pt x="13" y="19"/>
                                    </a:moveTo>
                                    <a:lnTo>
                                      <a:pt x="6" y="395"/>
                                    </a:lnTo>
                                    <a:lnTo>
                                      <a:pt x="38" y="601"/>
                                    </a:lnTo>
                                    <a:lnTo>
                                      <a:pt x="163" y="758"/>
                                    </a:lnTo>
                                    <a:lnTo>
                                      <a:pt x="326" y="1177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5CDB39F" id="Freeform 489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90pt,207.75pt,189.65pt,226.55pt,191.25pt,236.85pt,197.5pt,244.7pt,205.65pt,265.65pt,189.35pt,206.8pt" coordsize="326,1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" fillcolor="silver">
                      <v:path arrowok="t" o:connecttype="custom" o:connectlocs="8255,12065;3810,250825;24130,381635;103505,481330;207010,747395;0,0" o:connectangles="0,0,0,0,0,0"/>
                    </v:polylin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EB5322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EB5322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EB5322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EB5322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EB5322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134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EB5322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134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EB5322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EB5322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EB532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EB532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EB532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EB532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EB532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EB532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29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EB532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EB532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AE83BB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EB532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C00149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EB532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A8EF9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B8EFE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33DBCE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86DD24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EB5322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EB5322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EB5322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EB5322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EB532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EB532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&lt;40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EB532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EB532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EB532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EB532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EB5322">
              <w:rPr>
                <w:rFonts w:ascii="Arial" w:hAnsi="Arial" w:cs="Arial"/>
                <w:sz w:val="18"/>
                <w:szCs w:val="20"/>
              </w:rPr>
              <w:t xml:space="preserve"> Mild atheroma in the CCA. Normal subclavian flow.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EB5322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EB5322">
              <w:rPr>
                <w:rFonts w:ascii="Arial" w:hAnsi="Arial" w:cs="Arial"/>
                <w:sz w:val="18"/>
                <w:szCs w:val="20"/>
              </w:rPr>
              <w:t>Mild atheroma in the CCA. Normal subclavian flow.</w:t>
            </w:r>
          </w:p>
          <w:p w:rsidR="00EB5322" w:rsidRPr="00BE67C6" w:rsidRDefault="00EB5322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BE67C6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C73215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215" w:rsidRDefault="00C73215">
      <w:r>
        <w:separator/>
      </w:r>
    </w:p>
  </w:endnote>
  <w:endnote w:type="continuationSeparator" w:id="0">
    <w:p w:rsidR="00C73215" w:rsidRDefault="00C73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215" w:rsidRDefault="00C73215">
      <w:r>
        <w:separator/>
      </w:r>
    </w:p>
  </w:footnote>
  <w:footnote w:type="continuationSeparator" w:id="0">
    <w:p w:rsidR="00C73215" w:rsidRDefault="00C73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EB532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15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42B8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73215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B5322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29D86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110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2020-08-07T09:12:00Z</dcterms:created>
  <dcterms:modified xsi:type="dcterms:W3CDTF">2020-08-07T09:12:00Z</dcterms:modified>
</cp:coreProperties>
</file>